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DF1223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F65EDE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DF1223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B5625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DF1223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VZ33_2022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DNS Nákup provozních kapalin a provozního materiálu</w:t>
            </w:r>
          </w:p>
        </w:tc>
      </w:tr>
      <w:tr w:rsidR="00DB5625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DB5625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DF1223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DB5625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DF122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DF122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DB5625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DF122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DF122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DB5625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DF122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DF122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DB5625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DF1223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DB5625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DF122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DF122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B56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DF122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DF122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B56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DF122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DF122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B56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DF122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DF122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B56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DF122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DF122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B5625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DF122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DF122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B5625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DF122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DF122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DF1223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DF1223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F60C02">
        <w:rPr>
          <w:rFonts w:ascii="Arial" w:hAnsi="Arial" w:cs="Arial"/>
          <w:sz w:val="20"/>
          <w:szCs w:val="20"/>
        </w:rPr>
        <w:t xml:space="preserve"> písm. b) (spotřební daň), c) a f)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8D7673" w:rsidRPr="00F60C02" w:rsidRDefault="008D7673" w:rsidP="00F60C02">
      <w:pPr>
        <w:rPr>
          <w:rFonts w:ascii="Arial" w:hAnsi="Arial" w:cs="Arial"/>
          <w:sz w:val="20"/>
          <w:szCs w:val="20"/>
        </w:rPr>
      </w:pPr>
    </w:p>
    <w:p w:rsidR="008C277F" w:rsidRPr="00657AF1" w:rsidRDefault="00DF1223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>s</w:t>
      </w:r>
      <w:r w:rsidRPr="00657AF1">
        <w:rPr>
          <w:rFonts w:ascii="Arial" w:hAnsi="Arial" w:cs="Arial"/>
          <w:sz w:val="20"/>
          <w:szCs w:val="20"/>
        </w:rPr>
        <w:t xml:space="preserve">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</w:t>
      </w:r>
      <w:bookmarkStart w:id="0" w:name="_GoBack"/>
      <w:bookmarkEnd w:id="0"/>
      <w:r w:rsidR="00657AF1" w:rsidRPr="00657AF1">
        <w:rPr>
          <w:rFonts w:ascii="Arial" w:hAnsi="Arial" w:cs="Arial"/>
          <w:sz w:val="20"/>
          <w:szCs w:val="20"/>
        </w:rPr>
        <w:t xml:space="preserve">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 xml:space="preserve">části </w:t>
      </w:r>
      <w:r w:rsidR="00F60C02">
        <w:rPr>
          <w:rFonts w:ascii="Arial" w:hAnsi="Arial" w:cs="Arial"/>
          <w:sz w:val="20"/>
          <w:szCs w:val="20"/>
        </w:rPr>
        <w:t>C</w:t>
      </w:r>
      <w:r w:rsidR="00657AF1" w:rsidRPr="00657AF1">
        <w:rPr>
          <w:rFonts w:ascii="Arial" w:hAnsi="Arial" w:cs="Arial"/>
          <w:sz w:val="20"/>
          <w:szCs w:val="20"/>
        </w:rPr>
        <w:t>. Kvalifikace v čl. I</w:t>
      </w:r>
      <w:r w:rsidR="00F60C02">
        <w:rPr>
          <w:rFonts w:ascii="Arial" w:hAnsi="Arial" w:cs="Arial"/>
          <w:sz w:val="20"/>
          <w:szCs w:val="20"/>
        </w:rPr>
        <w:t>II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="00A004B7" w:rsidRPr="00447B8F">
        <w:rPr>
          <w:rFonts w:ascii="Arial" w:hAnsi="Arial" w:cs="Arial"/>
          <w:sz w:val="20"/>
          <w:szCs w:val="20"/>
        </w:rPr>
        <w:t xml:space="preserve">zákona č. 134/2016 Sb., </w:t>
      </w:r>
      <w:r w:rsidR="00F60C02">
        <w:rPr>
          <w:rFonts w:ascii="Arial" w:hAnsi="Arial" w:cs="Arial"/>
          <w:sz w:val="20"/>
          <w:szCs w:val="20"/>
        </w:rPr>
        <w:br/>
      </w:r>
      <w:r w:rsidR="00A004B7" w:rsidRPr="00447B8F">
        <w:rPr>
          <w:rFonts w:ascii="Arial" w:hAnsi="Arial" w:cs="Arial"/>
          <w:sz w:val="20"/>
          <w:szCs w:val="20"/>
        </w:rPr>
        <w:t>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>st. 1 Seznam významných dodávek/</w:t>
      </w:r>
      <w:r w:rsidR="00657AF1" w:rsidRPr="00657AF1">
        <w:rPr>
          <w:rFonts w:ascii="Arial" w:hAnsi="Arial" w:cs="Arial"/>
          <w:sz w:val="20"/>
          <w:szCs w:val="20"/>
        </w:rPr>
        <w:t>významných služeb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F60C02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F60C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Pr="00F60C02" w:rsidRDefault="00593E12" w:rsidP="00F60C02">
      <w:pPr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DF1223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Referenční </w:t>
      </w:r>
      <w:r>
        <w:rPr>
          <w:rFonts w:ascii="Arial" w:hAnsi="Arial" w:cs="Arial"/>
          <w:sz w:val="20"/>
          <w:szCs w:val="20"/>
        </w:rPr>
        <w:t>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B5625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DF1223" w:rsidP="00F60C02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DF122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B5625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DF1223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DF122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B5625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DF1223" w:rsidP="00F60C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DF122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B5625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DF1223" w:rsidP="00F60C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lastRenderedPageBreak/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DF122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B5625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DF1223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DF122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DF1223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F60C02" w:rsidTr="00013460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F60C02" w:rsidRPr="00447B8F" w:rsidRDefault="00F60C02" w:rsidP="00013460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F60C02" w:rsidRPr="00447B8F" w:rsidRDefault="00F60C02" w:rsidP="00013460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60C02" w:rsidTr="00013460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F60C02" w:rsidRPr="00447B8F" w:rsidRDefault="00F60C02" w:rsidP="0001346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F60C02" w:rsidRPr="00447B8F" w:rsidRDefault="00F60C02" w:rsidP="0001346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60C02" w:rsidTr="00013460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F60C02" w:rsidRPr="00447B8F" w:rsidRDefault="00F60C02" w:rsidP="0001346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F60C02" w:rsidRPr="00447B8F" w:rsidRDefault="00F60C02" w:rsidP="0001346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60C02" w:rsidTr="00013460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F60C02" w:rsidRPr="00447B8F" w:rsidRDefault="00F60C02" w:rsidP="00013460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F60C02" w:rsidRPr="00447B8F" w:rsidRDefault="00F60C02" w:rsidP="0001346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60C02" w:rsidTr="00013460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F60C02" w:rsidRPr="00447B8F" w:rsidRDefault="00F60C02" w:rsidP="00013460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F60C02" w:rsidRPr="00447B8F" w:rsidRDefault="00F60C02" w:rsidP="0001346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DF1223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F60C02" w:rsidTr="00013460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F60C02" w:rsidRPr="00447B8F" w:rsidRDefault="00F60C02" w:rsidP="00013460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F60C02" w:rsidRPr="00447B8F" w:rsidRDefault="00F60C02" w:rsidP="00013460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60C02" w:rsidTr="00013460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F60C02" w:rsidRPr="00447B8F" w:rsidRDefault="00F60C02" w:rsidP="0001346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F60C02" w:rsidRPr="00447B8F" w:rsidRDefault="00F60C02" w:rsidP="0001346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60C02" w:rsidTr="00013460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F60C02" w:rsidRPr="00447B8F" w:rsidRDefault="00F60C02" w:rsidP="0001346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F60C02" w:rsidRPr="00447B8F" w:rsidRDefault="00F60C02" w:rsidP="0001346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60C02" w:rsidTr="00013460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F60C02" w:rsidRPr="00447B8F" w:rsidRDefault="00F60C02" w:rsidP="00013460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F60C02" w:rsidRPr="00447B8F" w:rsidRDefault="00F60C02" w:rsidP="0001346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60C02" w:rsidTr="00013460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F60C02" w:rsidRPr="00447B8F" w:rsidRDefault="00F60C02" w:rsidP="00013460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F60C02" w:rsidRPr="00447B8F" w:rsidRDefault="00F60C02" w:rsidP="0001346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B2A63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F60C02" w:rsidRDefault="00F60C02" w:rsidP="00F60C0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Referenční zakázka č. </w:t>
      </w: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:</w:t>
      </w:r>
    </w:p>
    <w:p w:rsidR="00F60C02" w:rsidRPr="00447B8F" w:rsidRDefault="00F60C02" w:rsidP="00F60C0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F60C02" w:rsidTr="00013460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F60C02" w:rsidRPr="00447B8F" w:rsidRDefault="00F60C02" w:rsidP="00013460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F60C02" w:rsidRPr="00447B8F" w:rsidRDefault="00F60C02" w:rsidP="00013460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60C02" w:rsidTr="00013460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F60C02" w:rsidRPr="00447B8F" w:rsidRDefault="00F60C02" w:rsidP="0001346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F60C02" w:rsidRPr="00447B8F" w:rsidRDefault="00F60C02" w:rsidP="0001346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60C02" w:rsidTr="00013460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F60C02" w:rsidRPr="00447B8F" w:rsidRDefault="00F60C02" w:rsidP="0001346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F60C02" w:rsidRPr="00447B8F" w:rsidRDefault="00F60C02" w:rsidP="0001346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60C02" w:rsidTr="00013460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F60C02" w:rsidRPr="00447B8F" w:rsidRDefault="00F60C02" w:rsidP="00013460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F60C02" w:rsidRPr="00447B8F" w:rsidRDefault="00F60C02" w:rsidP="0001346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60C02" w:rsidTr="00013460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F60C02" w:rsidRPr="00447B8F" w:rsidRDefault="00F60C02" w:rsidP="00013460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F60C02" w:rsidRPr="00447B8F" w:rsidRDefault="00F60C02" w:rsidP="0001346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F60C02" w:rsidRPr="00447B8F" w:rsidRDefault="00F60C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DF1223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DF1223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lastRenderedPageBreak/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DF1223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223" w:rsidRDefault="00DF1223">
      <w:r>
        <w:separator/>
      </w:r>
    </w:p>
  </w:endnote>
  <w:endnote w:type="continuationSeparator" w:id="0">
    <w:p w:rsidR="00DF1223" w:rsidRDefault="00DF1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DF1223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223" w:rsidRDefault="00DF1223">
      <w:r>
        <w:separator/>
      </w:r>
    </w:p>
  </w:footnote>
  <w:footnote w:type="continuationSeparator" w:id="0">
    <w:p w:rsidR="00DF1223" w:rsidRDefault="00DF1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DF1223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C05ADB2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61419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2C0B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62A76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1887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2C433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9FA0A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F003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2869B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27CC17A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EBA5E0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A94484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CC3E0B7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EEE200D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5E2F08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75C688D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2B6C3DE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15108F6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F55211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76F1C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BF2469A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BCCD28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D5CF03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6EAC3C3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B46CDB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A860AD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4538E2A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2DAC8E2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B98E16E2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3FDC333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94AAB44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95E03136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3EC45790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BCDCB6E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DC343BB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7C8A60A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8130B5A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26E210B0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9DD44BE6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162011C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88AE17C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5312309A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E42A9D8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D52A295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A970AEF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402424EA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9AB6CD34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2060846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DB6AF6C0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CFE4E142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61F45724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61E034C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DEC483C2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4E38297E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C20265A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D4160D76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E026B578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3EC8FB2C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4E707C10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33C82E8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600286F6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F1AA2BA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4B38342A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F7004E1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9F0290A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D4E608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52EAF8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DA129AB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14508B2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99FA7A3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ED78A58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A62A2A1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11B47A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150B40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18AD33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732F1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0D2B9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F34D9D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B00EB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8C605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53469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566015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30844A2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8990F326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859E92EE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5740CD0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3C3C342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286072D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3FDC59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886051B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06AEA29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99003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C82AA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46814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FB816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9C496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57EF8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328B0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F470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B96AA3B0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4676788E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69EC1ED4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EB9EBFC0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C3285E10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F7F86B60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E32E132E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9185296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A6909356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274CD4E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191EFC6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3466A94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125A5E2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20F4725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E324646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983E1CB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759EA8E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3C88AD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8DB4D00A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D0527B8C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10B07D2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8578B75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89E4FF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151C124A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D1EB88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70A263F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AA3082AA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4614EB4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4F62E9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D3633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30494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8C0F2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E4A59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5B0F7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CF81C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41EE5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7AB262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346281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21D8E8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9FC0C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74A21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03E8D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056CE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624D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2981B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A26C9C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A7E529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D46AA6A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6AE2CC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BAEBF8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5903DB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2FA542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ACAD70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6758266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53E4D478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8C946C88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1B8E8472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9442401C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15ED4EC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1E74B95E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C0B68738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EBB05CCE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C2803282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13C26E26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4678ED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ED8C5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EEA4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4E4B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A7EB0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F837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D644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2A898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374E24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08071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51EAE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C4D8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A2F2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EEB8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7237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E2CC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2900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E91A0DB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E877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69820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5637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F626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876DF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6C2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C027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4E220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48462AD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AB4AA1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654E0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88A06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B9649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BE6A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346DE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6DA99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1D828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26A865F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E0C54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F5ED6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B125B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2D62E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204E8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C242D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88ABA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29CE8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E73A2B4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3686C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BE3E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DCC26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3FAB4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A80A1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C7412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92C87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61CEA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3E8E1E6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9D8FF12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17D6C3F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B1767718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44F0285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9D32F67C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78E6AF72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5CEE7804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D542E72A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8934100E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6832CBA6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4A76E4FA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DEE44FE2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E02ED766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EFE9CC8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467C8C50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3E8ABCD8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6284BF92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4DFA07D8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454AA22E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5C40654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7688CDF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DD42C828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2BCC9972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3E4697CC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E24E4A0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9086FF0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3A4E46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A68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68CA6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AC21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9202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416D1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152F8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72CAE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3E2FE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5625"/>
    <w:rsid w:val="00DB6A42"/>
    <w:rsid w:val="00DC4367"/>
    <w:rsid w:val="00DE0719"/>
    <w:rsid w:val="00DF0D96"/>
    <w:rsid w:val="00DF1223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0C02"/>
    <w:rsid w:val="00F62D55"/>
    <w:rsid w:val="00F63D76"/>
    <w:rsid w:val="00F64865"/>
    <w:rsid w:val="00F65EDE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BC563E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12</TotalTime>
  <Pages>3</Pages>
  <Words>413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Greň Jan</cp:lastModifiedBy>
  <cp:revision>6</cp:revision>
  <cp:lastPrinted>2018-04-18T10:56:00Z</cp:lastPrinted>
  <dcterms:created xsi:type="dcterms:W3CDTF">2019-06-04T09:28:00Z</dcterms:created>
  <dcterms:modified xsi:type="dcterms:W3CDTF">2022-09-22T10:08:00Z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